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A735AC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F25CE">
        <w:rPr>
          <w:rFonts w:ascii="Corbel" w:hAnsi="Corbel"/>
          <w:b/>
          <w:smallCaps/>
          <w:sz w:val="24"/>
          <w:szCs w:val="24"/>
        </w:rPr>
        <w:t>20</w:t>
      </w:r>
      <w:r w:rsidR="004660E1">
        <w:rPr>
          <w:rFonts w:ascii="Corbel" w:hAnsi="Corbel"/>
          <w:b/>
          <w:smallCaps/>
          <w:sz w:val="24"/>
          <w:szCs w:val="24"/>
        </w:rPr>
        <w:t>20</w:t>
      </w:r>
      <w:r w:rsidR="004F25CE">
        <w:rPr>
          <w:rFonts w:ascii="Corbel" w:hAnsi="Corbel"/>
          <w:b/>
          <w:smallCaps/>
          <w:sz w:val="24"/>
          <w:szCs w:val="24"/>
        </w:rPr>
        <w:t>-202</w:t>
      </w:r>
      <w:r w:rsidR="004660E1">
        <w:rPr>
          <w:rFonts w:ascii="Corbel" w:hAnsi="Corbel"/>
          <w:b/>
          <w:smallCaps/>
          <w:sz w:val="24"/>
          <w:szCs w:val="24"/>
        </w:rPr>
        <w:t>3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60F739DC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7520A8">
        <w:rPr>
          <w:rFonts w:ascii="Corbel" w:hAnsi="Corbel"/>
          <w:sz w:val="20"/>
          <w:szCs w:val="20"/>
        </w:rPr>
        <w:t>20</w:t>
      </w:r>
      <w:r w:rsidR="004660E1">
        <w:rPr>
          <w:rFonts w:ascii="Corbel" w:hAnsi="Corbel"/>
          <w:sz w:val="20"/>
          <w:szCs w:val="20"/>
        </w:rPr>
        <w:t>21</w:t>
      </w:r>
      <w:r w:rsidR="007520A8">
        <w:rPr>
          <w:rFonts w:ascii="Corbel" w:hAnsi="Corbel"/>
          <w:sz w:val="20"/>
          <w:szCs w:val="20"/>
        </w:rPr>
        <w:t>-202</w:t>
      </w:r>
      <w:r w:rsidR="004660E1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45"/>
        <w:gridCol w:w="7336"/>
      </w:tblGrid>
      <w:tr xmlns:wp14="http://schemas.microsoft.com/office/word/2010/wordml" w:rsidRPr="009C54AE" w:rsidR="0085747A" w:rsidTr="52DAFB9C" w14:paraId="2D3B6410" wp14:textId="77777777">
        <w:tc>
          <w:tcPr>
            <w:tcW w:w="2445" w:type="dxa"/>
            <w:tcMar/>
            <w:vAlign w:val="center"/>
          </w:tcPr>
          <w:p w:rsidRPr="007C30DC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7520A8" w14:paraId="0630868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czasem</w:t>
            </w:r>
          </w:p>
        </w:tc>
      </w:tr>
      <w:tr xmlns:wp14="http://schemas.microsoft.com/office/word/2010/wordml" w:rsidRPr="009C54AE" w:rsidR="0085747A" w:rsidTr="52DAFB9C" w14:paraId="1836D168" wp14:textId="77777777">
        <w:tc>
          <w:tcPr>
            <w:tcW w:w="2445" w:type="dxa"/>
            <w:tcMar/>
            <w:vAlign w:val="center"/>
          </w:tcPr>
          <w:p w:rsidRPr="007C30DC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Kod przedmiotu</w:t>
            </w:r>
            <w:r w:rsidRPr="007C30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336" w:type="dxa"/>
            <w:tcMar/>
            <w:vAlign w:val="center"/>
          </w:tcPr>
          <w:p w:rsidRPr="004F25CE" w:rsidR="0085747A" w:rsidP="00E1741F" w:rsidRDefault="00D96573" w14:paraId="5B2904B5" wp14:textId="77777777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E1741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85747A" w:rsidTr="52DAFB9C" w14:paraId="5C0172EC" wp14:textId="77777777">
        <w:tc>
          <w:tcPr>
            <w:tcW w:w="2445" w:type="dxa"/>
            <w:tcMar/>
            <w:vAlign w:val="center"/>
          </w:tcPr>
          <w:p w:rsidRPr="007C30DC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</w:t>
            </w:r>
            <w:r w:rsidRPr="007C30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52DAFB9C" w14:paraId="0AEA36E1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52DAFB9C" w14:paraId="4DAAD0C5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85747A" w:rsidTr="52DAFB9C" w14:paraId="1CF479FC" wp14:textId="77777777">
        <w:tc>
          <w:tcPr>
            <w:tcW w:w="2445" w:type="dxa"/>
            <w:tcMar/>
            <w:vAlign w:val="center"/>
          </w:tcPr>
          <w:p w:rsidRPr="007C30DC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52DAFB9C" w14:paraId="020B26A7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52DAFB9C" w14:paraId="5B469018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52DAFB9C" w14:paraId="341E0E4F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Rok i semestr</w:t>
            </w:r>
            <w:r w:rsidRPr="007C30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7C30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Pr="009C54AE" w:rsidR="0085747A" w:rsidTr="52DAFB9C" w14:paraId="1F36C07E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660E1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923D7D" w:rsidTr="52DAFB9C" w14:paraId="756AAB1C" wp14:textId="77777777">
        <w:tc>
          <w:tcPr>
            <w:tcW w:w="2445" w:type="dxa"/>
            <w:tcMar/>
            <w:vAlign w:val="center"/>
          </w:tcPr>
          <w:p w:rsidRPr="007C30DC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336" w:type="dxa"/>
            <w:tcMar/>
            <w:vAlign w:val="center"/>
          </w:tcPr>
          <w:p w:rsidRPr="009C54AE" w:rsidR="00923D7D" w:rsidP="009C54AE" w:rsidRDefault="004F25CE" w14:paraId="209DE2A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85747A" w:rsidTr="52DAFB9C" w14:paraId="42A33260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009C54AE" w:rsidRDefault="004F25CE" w14:paraId="7C3B98B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xmlns:wp14="http://schemas.microsoft.com/office/word/2010/wordml" w:rsidRPr="009C54AE" w:rsidR="0085747A" w:rsidTr="52DAFB9C" w14:paraId="522CED74" wp14:textId="77777777">
        <w:tc>
          <w:tcPr>
            <w:tcW w:w="2445" w:type="dxa"/>
            <w:tcMar/>
            <w:vAlign w:val="center"/>
          </w:tcPr>
          <w:p w:rsidRPr="007C30DC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336" w:type="dxa"/>
            <w:tcMar/>
            <w:vAlign w:val="center"/>
          </w:tcPr>
          <w:p w:rsidRPr="009C54AE" w:rsidR="0085747A" w:rsidP="52DAFB9C" w:rsidRDefault="004F25CE" w14:paraId="521AEC2D" wp14:textId="5BC52BF3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52DAFB9C" w:rsidR="07C9DE30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C30DC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Semestr</w:t>
            </w:r>
          </w:p>
          <w:p w:rsidRPr="007C30DC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(</w:t>
            </w:r>
            <w:r w:rsidRPr="007C30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Wykł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Konw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C30DC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Sem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Prakt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30DC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30DC">
              <w:rPr>
                <w:rFonts w:ascii="Corbel" w:hAnsi="Corbel"/>
                <w:b/>
                <w:szCs w:val="24"/>
              </w:rPr>
              <w:t>Liczba pkt</w:t>
            </w:r>
            <w:r w:rsidRPr="007C30DC" w:rsidR="00B90885">
              <w:rPr>
                <w:rFonts w:ascii="Corbel" w:hAnsi="Corbel"/>
                <w:b/>
                <w:szCs w:val="24"/>
              </w:rPr>
              <w:t>.</w:t>
            </w:r>
            <w:r w:rsidRPr="007C30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474ABA0F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F25CE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F25CE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F25C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385C16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4F25CE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D96573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065"/>
      </w:tblGrid>
      <w:tr xmlns:wp14="http://schemas.microsoft.com/office/word/2010/wordml" w:rsidRPr="009C54AE" w:rsidR="0085747A" w:rsidTr="00322519" w14:paraId="04B7A6CA" wp14:textId="77777777">
        <w:tc>
          <w:tcPr>
            <w:tcW w:w="10065" w:type="dxa"/>
          </w:tcPr>
          <w:p w:rsidRPr="009C54AE" w:rsidR="0085747A" w:rsidP="00991CDC" w:rsidRDefault="0059250F" w14:paraId="2B28766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socjologii i psychologii ogólnej, rozwojowej oraz</w:t>
            </w:r>
            <w:r w:rsidR="003225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społecznej.</w:t>
            </w:r>
          </w:p>
        </w:tc>
      </w:tr>
    </w:tbl>
    <w:p xmlns:wp14="http://schemas.microsoft.com/office/word/2010/wordml" w:rsidR="00153C41" w:rsidP="009C54AE" w:rsidRDefault="00153C41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322519" w:rsidR="00F83B28" w:rsidP="00322519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095D37D0" wp14:textId="77777777">
        <w:tc>
          <w:tcPr>
            <w:tcW w:w="851" w:type="dxa"/>
            <w:vAlign w:val="center"/>
          </w:tcPr>
          <w:p w:rsidRPr="007C30DC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30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C30DC" w:rsidR="0085747A" w:rsidP="00925357" w:rsidRDefault="00925357" w14:paraId="6C3BF22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zdobywa wiadomości z zakresu organizacji i zarządzania czasem. </w:t>
            </w:r>
          </w:p>
        </w:tc>
      </w:tr>
      <w:tr xmlns:wp14="http://schemas.microsoft.com/office/word/2010/wordml" w:rsidRPr="009C54AE" w:rsidR="0085747A" w:rsidTr="00923D7D" w14:paraId="5187FB81" wp14:textId="77777777">
        <w:tc>
          <w:tcPr>
            <w:tcW w:w="851" w:type="dxa"/>
            <w:vAlign w:val="center"/>
          </w:tcPr>
          <w:p w:rsidRPr="007C30DC" w:rsidR="0085747A" w:rsidP="009C54AE" w:rsidRDefault="00925357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991CD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7C30DC" w:rsidR="0085747A" w:rsidP="009C54AE" w:rsidRDefault="00925357" w14:paraId="5064BE2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dotycząca elementów zarządzania czasem.</w:t>
            </w:r>
          </w:p>
        </w:tc>
      </w:tr>
      <w:tr xmlns:wp14="http://schemas.microsoft.com/office/word/2010/wordml" w:rsidRPr="009C54AE" w:rsidR="0085747A" w:rsidTr="00923D7D" w14:paraId="7401F9D6" wp14:textId="77777777">
        <w:tc>
          <w:tcPr>
            <w:tcW w:w="851" w:type="dxa"/>
            <w:vAlign w:val="center"/>
          </w:tcPr>
          <w:p w:rsidRPr="007C30DC" w:rsidR="0085747A" w:rsidP="009C54AE" w:rsidRDefault="00991CDC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C30DC" w:rsidR="0085747A" w:rsidP="0059250F" w:rsidRDefault="0059250F" w14:paraId="3FBFC56C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umie zarządzać pracą własną i podległego zespołu oraz odpowiednio gospodarować czasem pracy.</w:t>
            </w:r>
          </w:p>
        </w:tc>
      </w:tr>
    </w:tbl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7520A8" w:rsidP="00322519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35721C27" wp14:textId="77777777">
        <w:tc>
          <w:tcPr>
            <w:tcW w:w="1701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452EEB" w:rsidRDefault="00452EEB" w14:paraId="440A2A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ścieżki projektowania własnego rozwoju w obszarze pracy socjalnej.</w:t>
            </w:r>
          </w:p>
        </w:tc>
        <w:tc>
          <w:tcPr>
            <w:tcW w:w="1873" w:type="dxa"/>
          </w:tcPr>
          <w:p w:rsidRPr="009C54AE" w:rsidR="0085747A" w:rsidP="009C54AE" w:rsidRDefault="00452EEB" w14:paraId="60E101E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xmlns:wp14="http://schemas.microsoft.com/office/word/2010/wordml" w:rsidRPr="009C54AE" w:rsidR="0085747A" w:rsidTr="005E6E85" w14:paraId="1C89DAF3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BE0385" w:rsidRDefault="00452EEB" w14:paraId="7F6D2F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i uzasadnia ludzkie zachowania, ich motywy</w:t>
            </w:r>
            <w:r w:rsidR="00BE03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BE0385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xmlns:wp14="http://schemas.microsoft.com/office/word/2010/wordml" w:rsidRPr="009C54AE" w:rsidR="0085747A" w:rsidTr="005E6E85" w14:paraId="198C3F18" wp14:textId="77777777">
        <w:tc>
          <w:tcPr>
            <w:tcW w:w="1701" w:type="dxa"/>
          </w:tcPr>
          <w:p w:rsidRPr="009C54AE" w:rsidR="0085747A" w:rsidP="009C54AE" w:rsidRDefault="00BE0385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BE0385" w:rsidRDefault="00BE0385" w14:paraId="41DC7BD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interesu publicznego.</w:t>
            </w:r>
          </w:p>
        </w:tc>
        <w:tc>
          <w:tcPr>
            <w:tcW w:w="1873" w:type="dxa"/>
          </w:tcPr>
          <w:p w:rsidRPr="009C54AE" w:rsidR="0085747A" w:rsidP="009C54AE" w:rsidRDefault="00BE0385" w14:paraId="0A428CB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xmlns:wp14="http://schemas.microsoft.com/office/word/2010/wordml" w:rsidRPr="009C54AE" w:rsidR="00BE0385" w:rsidTr="005E6E85" w14:paraId="6AC1C705" wp14:textId="77777777">
        <w:tc>
          <w:tcPr>
            <w:tcW w:w="1701" w:type="dxa"/>
          </w:tcPr>
          <w:p w:rsidRPr="009C54AE" w:rsidR="00BE0385" w:rsidP="009C54AE" w:rsidRDefault="00BE0385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BE0385" w:rsidP="00BE0385" w:rsidRDefault="00BE0385" w14:paraId="3871F6E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zdobytą wiedzę do rozstrzygania kwestii etycznych pojawiających się w pracy zawodowej. </w:t>
            </w:r>
          </w:p>
        </w:tc>
        <w:tc>
          <w:tcPr>
            <w:tcW w:w="1873" w:type="dxa"/>
          </w:tcPr>
          <w:p w:rsidRPr="009C54AE" w:rsidR="00BE0385" w:rsidP="009C54AE" w:rsidRDefault="00BE0385" w14:paraId="5B2AA1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xmlns:wp14="http://schemas.microsoft.com/office/word/2010/wordml" w:rsidRPr="009C54AE" w:rsidR="0085747A" w:rsidP="009C54AE" w:rsidRDefault="0085747A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385C16" w:rsidR="00675843" w:rsidP="00385C16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45FB0818" wp14:textId="77777777">
        <w:tc>
          <w:tcPr>
            <w:tcW w:w="9639" w:type="dxa"/>
          </w:tcPr>
          <w:p w:rsidRPr="009C54AE" w:rsidR="0085747A" w:rsidP="009C54AE" w:rsidRDefault="0085747A" w14:paraId="049F31C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385C16" w:rsidR="0085747A" w:rsidP="00385C16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0996B2D9" wp14:textId="77777777">
        <w:tc>
          <w:tcPr>
            <w:tcW w:w="9639" w:type="dxa"/>
          </w:tcPr>
          <w:p w:rsidRPr="009C54AE" w:rsidR="0085747A" w:rsidP="009C54AE" w:rsidRDefault="00D96573" w14:paraId="135892A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organizacyjne. Omówienie podstawowej literatury i warunków zaliczenia. Podstawowe zagadnienia z zakresu zarządzania czasem.</w:t>
            </w:r>
          </w:p>
        </w:tc>
      </w:tr>
      <w:tr xmlns:wp14="http://schemas.microsoft.com/office/word/2010/wordml" w:rsidRPr="009C54AE" w:rsidR="0085747A" w:rsidTr="00923D7D" w14:paraId="0CA3404A" wp14:textId="77777777">
        <w:tc>
          <w:tcPr>
            <w:tcW w:w="9639" w:type="dxa"/>
          </w:tcPr>
          <w:p w:rsidRPr="009C54AE" w:rsidR="0085747A" w:rsidP="009C54AE" w:rsidRDefault="00D96573" w14:paraId="58913A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naszym życiu. Odczuwanie czasu. Kontinuum czasowe. Pozyskiwanie czasu. Podnoszenie osobistej efektywności.</w:t>
            </w:r>
          </w:p>
        </w:tc>
      </w:tr>
      <w:tr xmlns:wp14="http://schemas.microsoft.com/office/word/2010/wordml" w:rsidRPr="009C54AE" w:rsidR="0085747A" w:rsidTr="00923D7D" w14:paraId="0FF6E40B" wp14:textId="77777777">
        <w:tc>
          <w:tcPr>
            <w:tcW w:w="9639" w:type="dxa"/>
          </w:tcPr>
          <w:p w:rsidRPr="009C54AE" w:rsidR="0085747A" w:rsidP="009C54AE" w:rsidRDefault="00D96573" w14:paraId="30B4D4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zarządzania czasem: określenie celu, planowanie, podejmowanie decyzji, realizacja, kontrola.</w:t>
            </w:r>
          </w:p>
        </w:tc>
      </w:tr>
      <w:tr xmlns:wp14="http://schemas.microsoft.com/office/word/2010/wordml" w:rsidRPr="009C54AE" w:rsidR="00D96573" w:rsidTr="00923D7D" w14:paraId="77A8862E" wp14:textId="77777777">
        <w:tc>
          <w:tcPr>
            <w:tcW w:w="9639" w:type="dxa"/>
          </w:tcPr>
          <w:p w:rsidR="00D96573" w:rsidP="009C54AE" w:rsidRDefault="00D96573" w14:paraId="3EDA43F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zarządzania czasem. Podstawowe zasady zarządzania czasem.</w:t>
            </w:r>
          </w:p>
        </w:tc>
      </w:tr>
      <w:tr xmlns:wp14="http://schemas.microsoft.com/office/word/2010/wordml" w:rsidRPr="009C54AE" w:rsidR="00D96573" w:rsidTr="00923D7D" w14:paraId="5B3E5CF8" wp14:textId="77777777">
        <w:tc>
          <w:tcPr>
            <w:tcW w:w="9639" w:type="dxa"/>
          </w:tcPr>
          <w:p w:rsidR="00D96573" w:rsidP="009C54AE" w:rsidRDefault="00D96573" w14:paraId="1F8FE26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„Pożeracze” czasu.  Zdefiniowanie problemu.</w:t>
            </w:r>
          </w:p>
        </w:tc>
      </w:tr>
      <w:tr xmlns:wp14="http://schemas.microsoft.com/office/word/2010/wordml" w:rsidRPr="009C54AE" w:rsidR="00D96573" w:rsidTr="00923D7D" w14:paraId="7F6BD89C" wp14:textId="77777777">
        <w:tc>
          <w:tcPr>
            <w:tcW w:w="9639" w:type="dxa"/>
          </w:tcPr>
          <w:p w:rsidR="00D96573" w:rsidP="009C54AE" w:rsidRDefault="00D96573" w14:paraId="38BA13F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Praca. Pojęcie i funkcje pracy w życiu człowieka. Istota zarządzania, przywództwo.</w:t>
            </w:r>
          </w:p>
        </w:tc>
      </w:tr>
      <w:tr xmlns:wp14="http://schemas.microsoft.com/office/word/2010/wordml" w:rsidRPr="009C54AE" w:rsidR="00D96573" w:rsidTr="00923D7D" w14:paraId="3BA0096C" wp14:textId="77777777">
        <w:tc>
          <w:tcPr>
            <w:tcW w:w="9639" w:type="dxa"/>
          </w:tcPr>
          <w:p w:rsidR="00D96573" w:rsidP="009C54AE" w:rsidRDefault="00D96573" w14:paraId="24A23AC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pracy. Czas w organizacjach. Elastyczne formy czasu pracy. Praca menedżerów.</w:t>
            </w:r>
          </w:p>
        </w:tc>
      </w:tr>
      <w:tr xmlns:wp14="http://schemas.microsoft.com/office/word/2010/wordml" w:rsidRPr="009C54AE" w:rsidR="00D96573" w:rsidTr="00923D7D" w14:paraId="10FC40B6" wp14:textId="77777777">
        <w:tc>
          <w:tcPr>
            <w:tcW w:w="9639" w:type="dxa"/>
          </w:tcPr>
          <w:p w:rsidR="00D96573" w:rsidP="009C54AE" w:rsidRDefault="00D96573" w14:paraId="1DAEFEA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Awans, kariera, sukces. Kariery i ich uwarunkowania.</w:t>
            </w:r>
          </w:p>
        </w:tc>
      </w:tr>
      <w:tr xmlns:wp14="http://schemas.microsoft.com/office/word/2010/wordml" w:rsidRPr="009C54AE" w:rsidR="00D96573" w:rsidTr="00923D7D" w14:paraId="78681A78" wp14:textId="77777777">
        <w:tc>
          <w:tcPr>
            <w:tcW w:w="9639" w:type="dxa"/>
          </w:tcPr>
          <w:p w:rsidR="00D96573" w:rsidP="009C54AE" w:rsidRDefault="00D96573" w14:paraId="5880DFB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planowania kariery.</w:t>
            </w:r>
          </w:p>
        </w:tc>
      </w:tr>
      <w:tr xmlns:wp14="http://schemas.microsoft.com/office/word/2010/wordml" w:rsidRPr="009C54AE" w:rsidR="00D96573" w:rsidTr="00923D7D" w14:paraId="5149D1C3" wp14:textId="77777777">
        <w:tc>
          <w:tcPr>
            <w:tcW w:w="9639" w:type="dxa"/>
          </w:tcPr>
          <w:p w:rsidR="00D96573" w:rsidP="0059250F" w:rsidRDefault="00D96573" w14:paraId="7DF8C8A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samym sobą.</w:t>
            </w:r>
          </w:p>
        </w:tc>
      </w:tr>
      <w:tr xmlns:wp14="http://schemas.microsoft.com/office/word/2010/wordml" w:rsidRPr="009C54AE" w:rsidR="00D96573" w:rsidTr="00923D7D" w14:paraId="04725F9B" wp14:textId="77777777">
        <w:tc>
          <w:tcPr>
            <w:tcW w:w="9639" w:type="dxa"/>
          </w:tcPr>
          <w:p w:rsidR="00D96573" w:rsidP="009C54AE" w:rsidRDefault="00D96573" w14:paraId="2F8F78B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Mocne i słabe strony.</w:t>
            </w:r>
          </w:p>
        </w:tc>
      </w:tr>
      <w:tr xmlns:wp14="http://schemas.microsoft.com/office/word/2010/wordml" w:rsidRPr="009C54AE" w:rsidR="00D96573" w:rsidTr="00923D7D" w14:paraId="2848C0A7" wp14:textId="77777777">
        <w:tc>
          <w:tcPr>
            <w:tcW w:w="9639" w:type="dxa"/>
          </w:tcPr>
          <w:p w:rsidR="00D96573" w:rsidP="00D96573" w:rsidRDefault="00D96573" w14:paraId="0A2FE4F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wolny i sposoby jego wykorzystania.</w:t>
            </w:r>
          </w:p>
        </w:tc>
      </w:tr>
    </w:tbl>
    <w:p xmlns:wp14="http://schemas.microsoft.com/office/word/2010/wordml" w:rsidR="00991CDC" w:rsidP="009C54AE" w:rsidRDefault="00991CDC" w14:paraId="62486C0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3064D8" w:rsidP="003064D8" w:rsidRDefault="003064D8" w14:paraId="2E507B6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wykład z prezentacją multimedialną, analiza tekstów z dyskusją, praca w grupach (dyskusja)</w:t>
      </w:r>
      <w:r w:rsidR="0033230E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9C4B1C" w:rsidP="003064D8" w:rsidRDefault="009C4B1C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9C4B1C" w:rsidP="003064D8" w:rsidRDefault="009C4B1C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9C4B1C" w:rsidP="003064D8" w:rsidRDefault="009C4B1C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9C4B1C" w:rsidP="003064D8" w:rsidRDefault="009C4B1C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9C4B1C" w:rsidP="003064D8" w:rsidRDefault="009C4B1C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C4B1C" w:rsidP="003064D8" w:rsidRDefault="009C4B1C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009C54AE" w:rsidRDefault="00E960BB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385C16" w:rsidR="0085747A" w:rsidP="00385C16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6F0B42DB" wp14:textId="77777777">
        <w:tc>
          <w:tcPr>
            <w:tcW w:w="1985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22519" w:rsidR="0085747A" w:rsidP="009B6E6A" w:rsidRDefault="009B6E6A" w14:paraId="4E0D8D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251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85747A" w:rsidP="009C54AE" w:rsidRDefault="001632A7" w14:paraId="3F1C56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85747A" w:rsidTr="00C05F44" w14:paraId="2BDB6D6B" wp14:textId="77777777">
        <w:tc>
          <w:tcPr>
            <w:tcW w:w="1985" w:type="dxa"/>
          </w:tcPr>
          <w:p w:rsidRPr="009C54AE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1632A7" w:rsidRDefault="001632A7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9C54AE" w:rsidRDefault="001632A7" w14:paraId="569C77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B6E6A" w:rsidTr="00C05F44" w14:paraId="1408962F" wp14:textId="77777777">
        <w:tc>
          <w:tcPr>
            <w:tcW w:w="1985" w:type="dxa"/>
          </w:tcPr>
          <w:p w:rsidRPr="009C54AE" w:rsidR="009B6E6A" w:rsidP="00360501" w:rsidRDefault="009B6E6A" w14:paraId="119601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Pr="009C54AE" w:rsidR="009B6E6A" w:rsidP="009C54AE" w:rsidRDefault="009B6E6A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B6E6A" w:rsidP="009C54AE" w:rsidRDefault="001632A7" w14:paraId="6EBE0F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B6E6A" w:rsidTr="00C05F44" w14:paraId="00DFF7B1" wp14:textId="77777777">
        <w:tc>
          <w:tcPr>
            <w:tcW w:w="1985" w:type="dxa"/>
          </w:tcPr>
          <w:p w:rsidRPr="009C54AE" w:rsidR="009B6E6A" w:rsidP="00360501" w:rsidRDefault="009B6E6A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9B6E6A" w:rsidP="009C54AE" w:rsidRDefault="009B6E6A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B6E6A" w:rsidP="009C54AE" w:rsidRDefault="001632A7" w14:paraId="3B9366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923D7D" w:rsidP="009C54AE" w:rsidRDefault="00923D7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p xmlns:wp14="http://schemas.microsoft.com/office/word/2010/wordml" w:rsidRPr="009C54AE" w:rsidR="00923D7D" w:rsidP="00322519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3F102965" wp14:textId="77777777">
        <w:tc>
          <w:tcPr>
            <w:tcW w:w="9670" w:type="dxa"/>
          </w:tcPr>
          <w:p w:rsidRPr="009C54AE" w:rsidR="0085747A" w:rsidP="003902DB" w:rsidRDefault="003902DB" w14:paraId="2D3F5BD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i  w 60 proc. ocena z kolokwium.</w:t>
            </w:r>
          </w:p>
        </w:tc>
      </w:tr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385C16" w:rsidR="0085747A" w:rsidP="00385C16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6379"/>
        <w:gridCol w:w="3260"/>
      </w:tblGrid>
      <w:tr xmlns:wp14="http://schemas.microsoft.com/office/word/2010/wordml" w:rsidRPr="009C54AE" w:rsidR="0085747A" w:rsidTr="00385C16" w14:paraId="63D9DE79" wp14:textId="77777777">
        <w:tc>
          <w:tcPr>
            <w:tcW w:w="6379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385C16" w14:paraId="33247FDA" wp14:textId="77777777">
        <w:tc>
          <w:tcPr>
            <w:tcW w:w="6379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Pr="009C54AE" w:rsidR="0085747A" w:rsidP="009C54AE" w:rsidRDefault="009B6E6A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385C16" w14:paraId="370080A6" wp14:textId="77777777">
        <w:tc>
          <w:tcPr>
            <w:tcW w:w="6379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Pr="009C54AE" w:rsidR="00C61DC5" w:rsidP="009C54AE" w:rsidRDefault="009B6E6A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385C16" w14:paraId="0C12512A" wp14:textId="77777777">
        <w:tc>
          <w:tcPr>
            <w:tcW w:w="6379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Pr="009C54AE" w:rsidR="00C61DC5" w:rsidP="009C54AE" w:rsidRDefault="009B6E6A" w14:paraId="33CFEC6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85747A" w:rsidTr="00385C16" w14:paraId="4D6280AD" wp14:textId="77777777">
        <w:tc>
          <w:tcPr>
            <w:tcW w:w="6379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Pr="009C54AE" w:rsidR="0085747A" w:rsidP="009C54AE" w:rsidRDefault="00F642CE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85747A" w:rsidTr="00385C16" w14:paraId="0AD00C0E" wp14:textId="77777777">
        <w:tc>
          <w:tcPr>
            <w:tcW w:w="6379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Pr="009C54AE" w:rsidR="0085747A" w:rsidP="009C54AE" w:rsidRDefault="00F642CE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385C16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111"/>
        <w:gridCol w:w="3969"/>
      </w:tblGrid>
      <w:tr xmlns:wp14="http://schemas.microsoft.com/office/word/2010/wordml" w:rsidRPr="009C54AE" w:rsidR="0085747A" w:rsidTr="00322519" w14:paraId="02642DBC" wp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9C4B1C" w14:paraId="3D4601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Pr="009C54AE" w:rsidR="0085747A" w:rsidTr="00322519" w14:paraId="7FA1E50C" wp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9C4B1C" w14:paraId="3AEC69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Pr="009C54AE" w:rsidR="003E1941" w:rsidP="009C54AE" w:rsidRDefault="003E1941" w14:paraId="6D98A12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75843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781"/>
      </w:tblGrid>
      <w:tr xmlns:wp14="http://schemas.microsoft.com/office/word/2010/wordml" w:rsidRPr="009C54AE" w:rsidR="0085747A" w:rsidTr="00322519" w14:paraId="28E35BC5" wp14:textId="77777777">
        <w:trPr>
          <w:trHeight w:val="397"/>
        </w:trPr>
        <w:tc>
          <w:tcPr>
            <w:tcW w:w="9781" w:type="dxa"/>
          </w:tcPr>
          <w:p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63D03" w:rsidP="009C54AE" w:rsidRDefault="00063D03" w14:paraId="68608C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Bieniok H.,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czasem. Poradnik dla mało efektywnych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:rsidR="00063D03" w:rsidP="009C54AE" w:rsidRDefault="00063D03" w14:paraId="56E2A1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Drucker P.F.(red.)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Zarządzanie w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Warszawa2010.</w:t>
            </w:r>
          </w:p>
          <w:p w:rsidR="00063D03" w:rsidP="009C54AE" w:rsidRDefault="00063D03" w14:paraId="5029BB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Hołtyn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Czas w życiu i w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:rsidR="00063D03" w:rsidP="009C54AE" w:rsidRDefault="00063D03" w14:paraId="0063A0E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Harvard Business Essentials, Warszawa 2006.</w:t>
            </w:r>
          </w:p>
          <w:p w:rsidRPr="00322519" w:rsidR="00063D03" w:rsidP="009C54AE" w:rsidRDefault="00063D03" w14:paraId="260E1F3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063D03">
              <w:rPr>
                <w:rFonts w:ascii="Corbel" w:hAnsi="Corbel"/>
                <w:b w:val="0"/>
                <w:i/>
                <w:smallCaps w:val="0"/>
                <w:szCs w:val="24"/>
              </w:rPr>
              <w:t>Socjologia,</w:t>
            </w:r>
            <w:r w:rsidR="00322519">
              <w:rPr>
                <w:rFonts w:ascii="Corbel" w:hAnsi="Corbel"/>
                <w:b w:val="0"/>
                <w:smallCaps w:val="0"/>
                <w:szCs w:val="24"/>
              </w:rPr>
              <w:t xml:space="preserve"> Kraków 2002.</w:t>
            </w:r>
          </w:p>
        </w:tc>
      </w:tr>
      <w:tr xmlns:wp14="http://schemas.microsoft.com/office/word/2010/wordml" w:rsidRPr="003902DB" w:rsidR="0085747A" w:rsidTr="00322519" w14:paraId="0FF7FABF" wp14:textId="77777777">
        <w:trPr>
          <w:trHeight w:val="397"/>
        </w:trPr>
        <w:tc>
          <w:tcPr>
            <w:tcW w:w="9781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63D03" w:rsidP="00063D03" w:rsidRDefault="00063D03" w14:paraId="78D76B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Adamiec M., Kożusznik B.,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Sztuka zarządzania sobą</w:t>
            </w:r>
            <w:r w:rsidR="00F642CE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63D03" w:rsidP="00063D03" w:rsidRDefault="00063D03" w14:paraId="4976F6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Marek-Zborowska B.,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Kobiety sukcesu i ich kariery w województwie podkarpackim</w:t>
            </w:r>
            <w:r w:rsidR="004F0B2C">
              <w:rPr>
                <w:rFonts w:ascii="Corbel" w:hAnsi="Corbel"/>
                <w:b w:val="0"/>
                <w:smallCaps w:val="0"/>
                <w:szCs w:val="24"/>
              </w:rPr>
              <w:t>, Rzeszów 2016.</w:t>
            </w:r>
          </w:p>
          <w:p w:rsidR="00063D03" w:rsidP="00063D03" w:rsidRDefault="00063D03" w14:paraId="16D97E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Seiwert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czasem. Bądź panem własnego losu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1998. </w:t>
            </w:r>
          </w:p>
          <w:p w:rsidR="00063D03" w:rsidP="00063D03" w:rsidRDefault="00063D03" w14:paraId="4054C35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Pr="00322519" w:rsidR="00063D03" w:rsidP="009C54AE" w:rsidRDefault="00707B58" w14:paraId="054FBC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w:tooltip="MAREK ADAMIEC" w:history="1" r:id="rId8">
              <w:r w:rsidRPr="00F642CE" w:rsidR="00F642CE">
                <w:rPr>
                  <w:rFonts w:ascii="Corbel" w:hAnsi="Corbel"/>
                  <w:b w:val="0"/>
                  <w:smallCaps w:val="0"/>
                  <w:szCs w:val="24"/>
                </w:rPr>
                <w:t>Adamiec</w:t>
              </w:r>
            </w:hyperlink>
            <w:r w:rsidRPr="00F642CE" w:rsidR="00F642CE">
              <w:rPr>
                <w:rFonts w:ascii="Corbel" w:hAnsi="Corbel"/>
                <w:b w:val="0"/>
                <w:smallCaps w:val="0"/>
                <w:szCs w:val="24"/>
              </w:rPr>
              <w:t xml:space="preserve"> M.,  Kożusznik B., </w:t>
            </w:r>
            <w:r w:rsidRPr="00F642CE" w:rsidR="00F642CE">
              <w:rPr>
                <w:rFonts w:ascii="Corbel" w:hAnsi="Corbel"/>
                <w:b w:val="0"/>
                <w:i/>
                <w:smallCaps w:val="0"/>
                <w:szCs w:val="24"/>
              </w:rPr>
              <w:t>Sztuka zarządzania sobą</w:t>
            </w:r>
            <w:r w:rsidRPr="00F642CE" w:rsidR="00F642CE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3902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Pr="003902DB" w:rsidR="0085747A" w:rsidP="009C54AE" w:rsidRDefault="0085747A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3902DB" w:rsidR="0085747A" w:rsidP="009C54AE" w:rsidRDefault="0085747A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4B1C" w:rsidR="00063D03" w:rsidP="009C4B1C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4B1C" w:rsidR="00063D0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1C05CA" w:rsidP="00C16ABF" w:rsidRDefault="001C05CA" w14:paraId="110FFD37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C05CA" w:rsidP="00C16ABF" w:rsidRDefault="001C05CA" w14:paraId="6B69937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1C05CA" w:rsidP="00C16ABF" w:rsidRDefault="001C05CA" w14:paraId="3FE9F23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C05CA" w:rsidP="00C16ABF" w:rsidRDefault="001C05CA" w14:paraId="1F72F64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D0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2A7"/>
    <w:rsid w:val="001640A7"/>
    <w:rsid w:val="00164FA7"/>
    <w:rsid w:val="00166A03"/>
    <w:rsid w:val="001718A7"/>
    <w:rsid w:val="001737CF"/>
    <w:rsid w:val="00176083"/>
    <w:rsid w:val="00192F37"/>
    <w:rsid w:val="001972F5"/>
    <w:rsid w:val="001A70D2"/>
    <w:rsid w:val="001C05C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5BB"/>
    <w:rsid w:val="002D3375"/>
    <w:rsid w:val="002D73D4"/>
    <w:rsid w:val="002F02A3"/>
    <w:rsid w:val="002F4ABE"/>
    <w:rsid w:val="003018BA"/>
    <w:rsid w:val="0030395F"/>
    <w:rsid w:val="00305C92"/>
    <w:rsid w:val="003064D8"/>
    <w:rsid w:val="003151C5"/>
    <w:rsid w:val="00322519"/>
    <w:rsid w:val="0033230E"/>
    <w:rsid w:val="003343CF"/>
    <w:rsid w:val="003345E8"/>
    <w:rsid w:val="00346FE9"/>
    <w:rsid w:val="0034759A"/>
    <w:rsid w:val="003503F6"/>
    <w:rsid w:val="003530DD"/>
    <w:rsid w:val="00360501"/>
    <w:rsid w:val="00363F78"/>
    <w:rsid w:val="00376941"/>
    <w:rsid w:val="00385C16"/>
    <w:rsid w:val="003902DB"/>
    <w:rsid w:val="003A0A5B"/>
    <w:rsid w:val="003A1176"/>
    <w:rsid w:val="003C0BAE"/>
    <w:rsid w:val="003D18A9"/>
    <w:rsid w:val="003D6CE2"/>
    <w:rsid w:val="003E1941"/>
    <w:rsid w:val="003E2B7B"/>
    <w:rsid w:val="003E2FE6"/>
    <w:rsid w:val="003E49D5"/>
    <w:rsid w:val="003F205D"/>
    <w:rsid w:val="003F38C0"/>
    <w:rsid w:val="003F77E2"/>
    <w:rsid w:val="00414E3C"/>
    <w:rsid w:val="0042244A"/>
    <w:rsid w:val="0042745A"/>
    <w:rsid w:val="00431D5C"/>
    <w:rsid w:val="004362C6"/>
    <w:rsid w:val="00437FA2"/>
    <w:rsid w:val="00445970"/>
    <w:rsid w:val="00452EEB"/>
    <w:rsid w:val="00461EFC"/>
    <w:rsid w:val="004652C2"/>
    <w:rsid w:val="004660E1"/>
    <w:rsid w:val="004706D1"/>
    <w:rsid w:val="00471326"/>
    <w:rsid w:val="0047598D"/>
    <w:rsid w:val="004840FD"/>
    <w:rsid w:val="00490F7D"/>
    <w:rsid w:val="00491678"/>
    <w:rsid w:val="004968E2"/>
    <w:rsid w:val="004A3EEA"/>
    <w:rsid w:val="004A475C"/>
    <w:rsid w:val="004A4D1F"/>
    <w:rsid w:val="004C2233"/>
    <w:rsid w:val="004D5282"/>
    <w:rsid w:val="004F0B2C"/>
    <w:rsid w:val="004F1551"/>
    <w:rsid w:val="004F25CE"/>
    <w:rsid w:val="004F55A3"/>
    <w:rsid w:val="0050496F"/>
    <w:rsid w:val="00513B6F"/>
    <w:rsid w:val="0051680E"/>
    <w:rsid w:val="00517C63"/>
    <w:rsid w:val="005363C4"/>
    <w:rsid w:val="00536BDE"/>
    <w:rsid w:val="00543ACC"/>
    <w:rsid w:val="0056696D"/>
    <w:rsid w:val="0057197F"/>
    <w:rsid w:val="0059250F"/>
    <w:rsid w:val="0059484D"/>
    <w:rsid w:val="005A0855"/>
    <w:rsid w:val="005A3196"/>
    <w:rsid w:val="005C080F"/>
    <w:rsid w:val="005C55E5"/>
    <w:rsid w:val="005C696A"/>
    <w:rsid w:val="005E6E85"/>
    <w:rsid w:val="005F31D2"/>
    <w:rsid w:val="005F5DA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A86"/>
    <w:rsid w:val="006D050F"/>
    <w:rsid w:val="006D6139"/>
    <w:rsid w:val="006E5D65"/>
    <w:rsid w:val="006F1282"/>
    <w:rsid w:val="006F1FBC"/>
    <w:rsid w:val="006F31E2"/>
    <w:rsid w:val="00706544"/>
    <w:rsid w:val="007072BA"/>
    <w:rsid w:val="00707B58"/>
    <w:rsid w:val="0071620A"/>
    <w:rsid w:val="00724677"/>
    <w:rsid w:val="00725459"/>
    <w:rsid w:val="007327BD"/>
    <w:rsid w:val="00734608"/>
    <w:rsid w:val="00745302"/>
    <w:rsid w:val="007461D6"/>
    <w:rsid w:val="00746EC8"/>
    <w:rsid w:val="007520A8"/>
    <w:rsid w:val="00763BF1"/>
    <w:rsid w:val="00766FD4"/>
    <w:rsid w:val="0078168C"/>
    <w:rsid w:val="00787C2A"/>
    <w:rsid w:val="00790E27"/>
    <w:rsid w:val="007A4022"/>
    <w:rsid w:val="007A6E6E"/>
    <w:rsid w:val="007C30DC"/>
    <w:rsid w:val="007C3299"/>
    <w:rsid w:val="007C3BCC"/>
    <w:rsid w:val="007C4546"/>
    <w:rsid w:val="007D6E56"/>
    <w:rsid w:val="007F4155"/>
    <w:rsid w:val="00813A93"/>
    <w:rsid w:val="0081554D"/>
    <w:rsid w:val="0081707E"/>
    <w:rsid w:val="008449B3"/>
    <w:rsid w:val="00851B7D"/>
    <w:rsid w:val="008552A2"/>
    <w:rsid w:val="0085747A"/>
    <w:rsid w:val="00884922"/>
    <w:rsid w:val="00885F64"/>
    <w:rsid w:val="008917F9"/>
    <w:rsid w:val="00897C8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57"/>
    <w:rsid w:val="009508DF"/>
    <w:rsid w:val="00950DAC"/>
    <w:rsid w:val="00954A07"/>
    <w:rsid w:val="00991CDC"/>
    <w:rsid w:val="00997F14"/>
    <w:rsid w:val="009A78D9"/>
    <w:rsid w:val="009B6E6A"/>
    <w:rsid w:val="009C3E31"/>
    <w:rsid w:val="009C4B1C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7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C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38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F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73"/>
    <w:rsid w:val="00DA2114"/>
    <w:rsid w:val="00DE09C0"/>
    <w:rsid w:val="00DE4A14"/>
    <w:rsid w:val="00DF320D"/>
    <w:rsid w:val="00DF71C8"/>
    <w:rsid w:val="00E01041"/>
    <w:rsid w:val="00E129B8"/>
    <w:rsid w:val="00E1741F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2C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C9DE30"/>
    <w:rsid w:val="52DAFB9C"/>
    <w:rsid w:val="61349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98B837F"/>
  <w15:docId w15:val="{04ADD4F8-65E1-4475-8C64-068B5F5E59F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063D0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D03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063D03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063D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siegarnia-ekonomiczna.com.pl/modules.php?name=Sklep&amp;plik=lista&amp;nazwa=osoba&amp;id=1415&amp;hthost=1&amp;store_id=2&amp;store_id=2" TargetMode="Externa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D6E894-C4D7-43AC-9187-C5D33B1CE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70ED9C-2FB1-4E52-9C8F-7C6498153CF2}"/>
</file>

<file path=customXml/itemProps3.xml><?xml version="1.0" encoding="utf-8"?>
<ds:datastoreItem xmlns:ds="http://schemas.openxmlformats.org/officeDocument/2006/customXml" ds:itemID="{9FA54DEC-2770-4356-9D9D-435B3D9E5EC4}"/>
</file>

<file path=customXml/itemProps4.xml><?xml version="1.0" encoding="utf-8"?>
<ds:datastoreItem xmlns:ds="http://schemas.openxmlformats.org/officeDocument/2006/customXml" ds:itemID="{35BA2F9C-B8C7-407E-88F3-4FF49F3DA1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Motyka Marek</lastModifiedBy>
  <revision>5</revision>
  <lastPrinted>2019-07-05T07:34:00.0000000Z</lastPrinted>
  <dcterms:created xsi:type="dcterms:W3CDTF">2020-10-27T11:58:00.0000000Z</dcterms:created>
  <dcterms:modified xsi:type="dcterms:W3CDTF">2021-10-05T19:20:28.6217112Z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